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1087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4E06F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E06F1">
        <w:rPr>
          <w:rFonts w:ascii="Corbel" w:hAnsi="Corbel"/>
          <w:bCs/>
          <w:i/>
        </w:rPr>
        <w:t>23</w:t>
      </w:r>
    </w:p>
    <w:p w14:paraId="3D9E60C0" w14:textId="77777777" w:rsidR="0085747A" w:rsidRPr="00E033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SYLABUS</w:t>
      </w:r>
    </w:p>
    <w:p w14:paraId="7FF273F9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03307">
        <w:rPr>
          <w:rFonts w:ascii="Corbel" w:hAnsi="Corbel"/>
          <w:b/>
          <w:smallCaps/>
          <w:sz w:val="24"/>
          <w:szCs w:val="24"/>
        </w:rPr>
        <w:t>dotyczy cyklu kształcenia</w:t>
      </w:r>
      <w:r w:rsidR="00534B1F">
        <w:rPr>
          <w:rFonts w:ascii="Corbel" w:hAnsi="Corbel"/>
          <w:iCs/>
          <w:smallCaps/>
          <w:sz w:val="24"/>
          <w:szCs w:val="24"/>
        </w:rPr>
        <w:t>2024-2026</w:t>
      </w:r>
    </w:p>
    <w:p w14:paraId="13580993" w14:textId="77777777" w:rsidR="0085747A" w:rsidRDefault="0085747A" w:rsidP="00496B46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741875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7A6C">
        <w:rPr>
          <w:rFonts w:ascii="Corbel" w:hAnsi="Corbel"/>
          <w:sz w:val="20"/>
          <w:szCs w:val="20"/>
        </w:rPr>
        <w:t>202</w:t>
      </w:r>
      <w:r w:rsidR="00534B1F">
        <w:rPr>
          <w:rFonts w:ascii="Corbel" w:hAnsi="Corbel"/>
          <w:sz w:val="20"/>
          <w:szCs w:val="20"/>
        </w:rPr>
        <w:t>5</w:t>
      </w:r>
      <w:r w:rsidR="00F43EDA">
        <w:rPr>
          <w:rFonts w:ascii="Corbel" w:hAnsi="Corbel"/>
          <w:sz w:val="20"/>
          <w:szCs w:val="20"/>
        </w:rPr>
        <w:t>/202</w:t>
      </w:r>
      <w:r w:rsidR="00534B1F">
        <w:rPr>
          <w:rFonts w:ascii="Corbel" w:hAnsi="Corbel"/>
          <w:sz w:val="20"/>
          <w:szCs w:val="20"/>
        </w:rPr>
        <w:t>6</w:t>
      </w:r>
    </w:p>
    <w:p w14:paraId="07DB01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E83D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E9CCD9D" w14:textId="77777777" w:rsidTr="00B819C8">
        <w:tc>
          <w:tcPr>
            <w:tcW w:w="2694" w:type="dxa"/>
            <w:vAlign w:val="center"/>
          </w:tcPr>
          <w:p w14:paraId="2392C5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AFAD6B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14:paraId="1526D67D" w14:textId="77777777" w:rsidTr="00B819C8">
        <w:tc>
          <w:tcPr>
            <w:tcW w:w="2694" w:type="dxa"/>
            <w:vAlign w:val="center"/>
          </w:tcPr>
          <w:p w14:paraId="608907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0028B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33794D" w14:textId="77777777" w:rsidTr="00B819C8">
        <w:tc>
          <w:tcPr>
            <w:tcW w:w="2694" w:type="dxa"/>
            <w:vAlign w:val="center"/>
          </w:tcPr>
          <w:p w14:paraId="0DFF435E" w14:textId="77777777" w:rsidR="0085747A" w:rsidRPr="009C54AE" w:rsidRDefault="00C77B6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C82B58" w14:textId="77777777" w:rsidR="0085747A" w:rsidRPr="009C54AE" w:rsidRDefault="00D93B5C" w:rsidP="00D93B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AF9F2A" w14:textId="77777777" w:rsidTr="00B819C8">
        <w:tc>
          <w:tcPr>
            <w:tcW w:w="2694" w:type="dxa"/>
            <w:vAlign w:val="center"/>
          </w:tcPr>
          <w:p w14:paraId="77C170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13ABB8" w14:textId="77777777" w:rsidR="0085747A" w:rsidRPr="009C54AE" w:rsidRDefault="00D93B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7A22BD" w14:textId="77777777" w:rsidTr="00B819C8">
        <w:tc>
          <w:tcPr>
            <w:tcW w:w="2694" w:type="dxa"/>
            <w:vAlign w:val="center"/>
          </w:tcPr>
          <w:p w14:paraId="5079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DDF7D9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43EDA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7974047E" w14:textId="77777777" w:rsidTr="00B819C8">
        <w:tc>
          <w:tcPr>
            <w:tcW w:w="2694" w:type="dxa"/>
            <w:vAlign w:val="center"/>
          </w:tcPr>
          <w:p w14:paraId="35937D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42BDB0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70F6692" w14:textId="77777777" w:rsidTr="00B819C8">
        <w:tc>
          <w:tcPr>
            <w:tcW w:w="2694" w:type="dxa"/>
            <w:vAlign w:val="center"/>
          </w:tcPr>
          <w:p w14:paraId="72DD43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8088DE" w14:textId="77777777"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2960DAA" w14:textId="77777777" w:rsidTr="00B819C8">
        <w:tc>
          <w:tcPr>
            <w:tcW w:w="2694" w:type="dxa"/>
            <w:vAlign w:val="center"/>
          </w:tcPr>
          <w:p w14:paraId="64DEB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663898" w14:textId="77777777" w:rsidR="0085747A" w:rsidRPr="009C54AE" w:rsidRDefault="00202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4795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5405F8A7" w14:textId="77777777" w:rsidTr="00B819C8">
        <w:tc>
          <w:tcPr>
            <w:tcW w:w="2694" w:type="dxa"/>
            <w:vAlign w:val="center"/>
          </w:tcPr>
          <w:p w14:paraId="119702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49EC95" w14:textId="77777777"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14:paraId="16E9F530" w14:textId="77777777" w:rsidTr="00B819C8">
        <w:tc>
          <w:tcPr>
            <w:tcW w:w="2694" w:type="dxa"/>
            <w:vAlign w:val="center"/>
          </w:tcPr>
          <w:p w14:paraId="042107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266B2B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BADF80A" w14:textId="77777777" w:rsidTr="00B819C8">
        <w:tc>
          <w:tcPr>
            <w:tcW w:w="2694" w:type="dxa"/>
            <w:vAlign w:val="center"/>
          </w:tcPr>
          <w:p w14:paraId="286FFE7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830043" w14:textId="77777777"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EBFA661" w14:textId="77777777" w:rsidTr="00B819C8">
        <w:tc>
          <w:tcPr>
            <w:tcW w:w="2694" w:type="dxa"/>
            <w:vAlign w:val="center"/>
          </w:tcPr>
          <w:p w14:paraId="7C11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084804" w14:textId="77777777"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14:paraId="4C2D3A26" w14:textId="77777777" w:rsidTr="00B819C8">
        <w:tc>
          <w:tcPr>
            <w:tcW w:w="2694" w:type="dxa"/>
            <w:vAlign w:val="center"/>
          </w:tcPr>
          <w:p w14:paraId="795ECA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9611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1CA66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28E5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7F889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C7BF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F701A6" w14:textId="77777777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3D7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CDF70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2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5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E7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66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26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C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A6E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92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45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BCF176" w14:textId="77777777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042F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78D5" w14:textId="77777777" w:rsidR="00015B8F" w:rsidRPr="009C54AE" w:rsidRDefault="002022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06397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5406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3E8C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6EED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73C8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98E5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6FD9" w14:textId="77777777"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8576" w14:textId="77777777" w:rsidR="00015B8F" w:rsidRPr="009C54AE" w:rsidRDefault="004924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8814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84B4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1230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E8BCB0" w14:textId="77777777"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14:paraId="169B8D3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488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68744C" w14:textId="77777777"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25425490" w14:textId="77777777"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CB2E0B1" w14:textId="77777777"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62D1F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8D4F0F" w14:textId="77777777" w:rsidTr="00745302">
        <w:tc>
          <w:tcPr>
            <w:tcW w:w="9670" w:type="dxa"/>
          </w:tcPr>
          <w:p w14:paraId="6B1E180B" w14:textId="77777777"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 xml:space="preserve">pozbawienia wolności, wykazać się motywacją do poszukiwania optymalnych rozwiązań problemów wynikających z rozbieżności pomiędzy warunkami skuteczności resocjalizacji </w:t>
            </w:r>
            <w:r w:rsidR="00F12298"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a oczekiwaniami społecznymi.</w:t>
            </w:r>
          </w:p>
        </w:tc>
      </w:tr>
    </w:tbl>
    <w:p w14:paraId="541EF66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DF7B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2A2E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2D84E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4FFA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14:paraId="0400246B" w14:textId="77777777" w:rsidTr="00471512">
        <w:tc>
          <w:tcPr>
            <w:tcW w:w="845" w:type="dxa"/>
            <w:vAlign w:val="center"/>
          </w:tcPr>
          <w:p w14:paraId="7751264C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F37352E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6BFAEF01" w14:textId="77777777" w:rsidTr="00471512">
        <w:tc>
          <w:tcPr>
            <w:tcW w:w="845" w:type="dxa"/>
            <w:vAlign w:val="center"/>
          </w:tcPr>
          <w:p w14:paraId="1481D658" w14:textId="77777777"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08ADA8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 xml:space="preserve">iagnoza zakresu potrzeb osób odbywających karę pozbawienia wolności </w:t>
            </w:r>
            <w:r w:rsidR="00F12298">
              <w:rPr>
                <w:rFonts w:ascii="Corbel" w:hAnsi="Corbel"/>
                <w:b w:val="0"/>
                <w:sz w:val="24"/>
                <w:szCs w:val="22"/>
              </w:rPr>
              <w:br/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14:paraId="03FE1BEB" w14:textId="77777777" w:rsidTr="00471512">
        <w:tc>
          <w:tcPr>
            <w:tcW w:w="845" w:type="dxa"/>
            <w:vAlign w:val="center"/>
          </w:tcPr>
          <w:p w14:paraId="14AFE590" w14:textId="77777777"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3B0683E1" w14:textId="77777777"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681B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47C5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E72B4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92500" w:rsidRPr="009C54AE" w14:paraId="5D998926" w14:textId="77777777" w:rsidTr="009B6F8F">
        <w:trPr>
          <w:trHeight w:val="879"/>
        </w:trPr>
        <w:tc>
          <w:tcPr>
            <w:tcW w:w="1681" w:type="dxa"/>
            <w:vAlign w:val="center"/>
          </w:tcPr>
          <w:p w14:paraId="0178CE3F" w14:textId="77777777" w:rsidR="00492500" w:rsidRPr="009C54AE" w:rsidRDefault="0049250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8CEAB5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314CE7D" w14:textId="77777777" w:rsidR="00492500" w:rsidRPr="009C54AE" w:rsidRDefault="00492500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</w:tc>
        <w:tc>
          <w:tcPr>
            <w:tcW w:w="1865" w:type="dxa"/>
            <w:vAlign w:val="center"/>
          </w:tcPr>
          <w:p w14:paraId="10426140" w14:textId="77777777" w:rsidR="00492500" w:rsidRPr="009C54AE" w:rsidRDefault="0049250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2000" w:rsidRPr="009C54AE" w14:paraId="1E2E2B93" w14:textId="77777777" w:rsidTr="00FA4AAA">
        <w:tc>
          <w:tcPr>
            <w:tcW w:w="1681" w:type="dxa"/>
            <w:vAlign w:val="center"/>
          </w:tcPr>
          <w:p w14:paraId="662F59C8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41944BD6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zdefiniuje podstawowe pojęcia z obszaru readaptacji społecznej i pomocy postpenitencjarnej</w:t>
            </w:r>
          </w:p>
        </w:tc>
        <w:tc>
          <w:tcPr>
            <w:tcW w:w="1865" w:type="dxa"/>
          </w:tcPr>
          <w:p w14:paraId="712E2615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277EF90" w14:textId="77777777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70C6EED0" w14:textId="77777777" w:rsidTr="00FA4AAA">
        <w:tc>
          <w:tcPr>
            <w:tcW w:w="1681" w:type="dxa"/>
            <w:vAlign w:val="center"/>
          </w:tcPr>
          <w:p w14:paraId="6C4A6C15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7E215EFB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szczegółowo scharakteryzuje różne struktury społeczne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instytucje realizujące zadania z zakresu readaptacji społecznej i pomocy postpenitencjarnej</w:t>
            </w:r>
          </w:p>
        </w:tc>
        <w:tc>
          <w:tcPr>
            <w:tcW w:w="1865" w:type="dxa"/>
          </w:tcPr>
          <w:p w14:paraId="6145BF0A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4BBEC636" w14:textId="77777777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6548A458" w14:textId="77777777" w:rsidTr="00FA4AAA">
        <w:tc>
          <w:tcPr>
            <w:tcW w:w="1681" w:type="dxa"/>
            <w:vAlign w:val="center"/>
          </w:tcPr>
          <w:p w14:paraId="1AC4A2AB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14:paraId="04A12C67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aproponuje rozwiązania praktyczne w odniesieniu do konkretnej grupy marginalizowanej społecznie, uwzględniając wybrane koncepcje pedagogiczne </w:t>
            </w:r>
            <w:r>
              <w:rPr>
                <w:rFonts w:ascii="Corbel" w:hAnsi="Corbel"/>
                <w:b w:val="0"/>
                <w:smallCaps w:val="0"/>
              </w:rPr>
              <w:br/>
            </w:r>
            <w:r w:rsidRPr="001C16B7">
              <w:rPr>
                <w:rFonts w:ascii="Corbel" w:hAnsi="Corbel"/>
                <w:b w:val="0"/>
                <w:smallCaps w:val="0"/>
              </w:rPr>
              <w:t>i obowiązujące w Polsce regulacje prawne</w:t>
            </w:r>
          </w:p>
        </w:tc>
        <w:tc>
          <w:tcPr>
            <w:tcW w:w="1865" w:type="dxa"/>
          </w:tcPr>
          <w:p w14:paraId="36311A53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4CBB0C1" w14:textId="77777777" w:rsidR="00432000" w:rsidRPr="009C54AE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32000" w:rsidRPr="009C54AE" w14:paraId="31442CE2" w14:textId="77777777" w:rsidTr="00FA4AAA">
        <w:tc>
          <w:tcPr>
            <w:tcW w:w="1681" w:type="dxa"/>
            <w:vAlign w:val="center"/>
          </w:tcPr>
          <w:p w14:paraId="2ED5A1B5" w14:textId="77777777" w:rsidR="00432000" w:rsidRPr="009C54AE" w:rsidRDefault="00432000" w:rsidP="00FA4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14:paraId="54A95925" w14:textId="77777777" w:rsidR="00432000" w:rsidRPr="001C16B7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zidentyfikuje środki i metody pracy służące najbardziej efektywnej realizacji celów z zakresu readaptacji społecznej i pomocy postpenitencjarnej z perspektywy tworzenia indywidualnych programów readaptacji społecznej</w:t>
            </w:r>
          </w:p>
        </w:tc>
        <w:tc>
          <w:tcPr>
            <w:tcW w:w="1865" w:type="dxa"/>
          </w:tcPr>
          <w:p w14:paraId="7FCDC9B6" w14:textId="77777777" w:rsidR="00432000" w:rsidRDefault="00432000" w:rsidP="004320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commentRangeStart w:id="0"/>
            <w:r>
              <w:rPr>
                <w:rFonts w:ascii="Corbel" w:hAnsi="Corbel"/>
                <w:b w:val="0"/>
                <w:smallCaps w:val="0"/>
                <w:szCs w:val="24"/>
              </w:rPr>
              <w:t>U01</w:t>
            </w:r>
            <w:commentRangeEnd w:id="0"/>
            <w:r w:rsidR="00367D7D">
              <w:rPr>
                <w:rStyle w:val="Odwoaniedokomentarza"/>
                <w:rFonts w:ascii="Calibri" w:hAnsi="Calibri"/>
                <w:b w:val="0"/>
                <w:smallCaps w:val="0"/>
              </w:rPr>
              <w:commentReference w:id="0"/>
            </w:r>
          </w:p>
          <w:p w14:paraId="14C05331" w14:textId="77777777" w:rsidR="00432000" w:rsidRPr="009C54AE" w:rsidRDefault="00432000" w:rsidP="00F21E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7AA8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A9A9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D820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05F59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575ED" w14:textId="77777777" w:rsidTr="00E93452">
        <w:tc>
          <w:tcPr>
            <w:tcW w:w="9520" w:type="dxa"/>
          </w:tcPr>
          <w:p w14:paraId="64E9D38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14:paraId="335CE115" w14:textId="77777777" w:rsidTr="00E93452">
        <w:tc>
          <w:tcPr>
            <w:tcW w:w="9520" w:type="dxa"/>
          </w:tcPr>
          <w:p w14:paraId="446A0C0B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14:paraId="11F51A3F" w14:textId="77777777" w:rsidTr="00E93452">
        <w:tc>
          <w:tcPr>
            <w:tcW w:w="9520" w:type="dxa"/>
          </w:tcPr>
          <w:p w14:paraId="0D33A95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nauczanie (CKU), podtrzymywanie więzi z rodziną, system programowanego oddziaływania (IPO). </w:t>
            </w:r>
          </w:p>
        </w:tc>
      </w:tr>
      <w:tr w:rsidR="00E93452" w:rsidRPr="009C54AE" w14:paraId="3151C63D" w14:textId="77777777" w:rsidTr="00E93452">
        <w:tc>
          <w:tcPr>
            <w:tcW w:w="9520" w:type="dxa"/>
          </w:tcPr>
          <w:p w14:paraId="02FCA4FA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Problemy osób opuszczających zakłady karne. Czynniki sprzyjające społecznej readaptacji. </w:t>
            </w:r>
            <w:r w:rsidRPr="001C16B7">
              <w:rPr>
                <w:rFonts w:ascii="Corbel" w:hAnsi="Corbel"/>
                <w:sz w:val="24"/>
              </w:rPr>
              <w:lastRenderedPageBreak/>
              <w:t>Czynniki ograniczające społeczną readaptację.</w:t>
            </w:r>
          </w:p>
        </w:tc>
      </w:tr>
      <w:tr w:rsidR="00E93452" w:rsidRPr="009C54AE" w14:paraId="085D01F6" w14:textId="77777777" w:rsidTr="00E93452">
        <w:tc>
          <w:tcPr>
            <w:tcW w:w="9520" w:type="dxa"/>
          </w:tcPr>
          <w:p w14:paraId="292EED94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Rada Główna ds. Społecznej Readaptacji i Pomocy Skazanym.</w:t>
            </w:r>
          </w:p>
        </w:tc>
      </w:tr>
      <w:tr w:rsidR="00E93452" w:rsidRPr="009C54AE" w14:paraId="542B684A" w14:textId="77777777" w:rsidTr="00E93452">
        <w:tc>
          <w:tcPr>
            <w:tcW w:w="9520" w:type="dxa"/>
          </w:tcPr>
          <w:p w14:paraId="732100DF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14:paraId="3E623452" w14:textId="77777777" w:rsidTr="00E93452">
        <w:tc>
          <w:tcPr>
            <w:tcW w:w="9520" w:type="dxa"/>
          </w:tcPr>
          <w:p w14:paraId="204CD3B3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14:paraId="22B579DD" w14:textId="77777777" w:rsidTr="00E93452">
        <w:tc>
          <w:tcPr>
            <w:tcW w:w="9520" w:type="dxa"/>
          </w:tcPr>
          <w:p w14:paraId="587E13C4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14:paraId="77C92835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naprawcza/resocjalizacyjna/retrybutywna</w:t>
            </w:r>
          </w:p>
          <w:p w14:paraId="7B186991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retrybutywna/resocjalizacyjna/naprawcza</w:t>
            </w:r>
          </w:p>
          <w:p w14:paraId="7296EAAA" w14:textId="77777777"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14:paraId="4DB0C9F4" w14:textId="77777777" w:rsidTr="00E93452">
        <w:tc>
          <w:tcPr>
            <w:tcW w:w="9520" w:type="dxa"/>
          </w:tcPr>
          <w:p w14:paraId="2710E1BD" w14:textId="77777777"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14:paraId="20BA7448" w14:textId="77777777" w:rsidTr="00E93452">
        <w:tc>
          <w:tcPr>
            <w:tcW w:w="9520" w:type="dxa"/>
          </w:tcPr>
          <w:p w14:paraId="12407B9F" w14:textId="77777777"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14:paraId="4ED33E67" w14:textId="77777777" w:rsidR="00E93452" w:rsidRPr="004D449E" w:rsidRDefault="004D449E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D71A19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190DE5BD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453341DA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14:paraId="5A7218E4" w14:textId="77777777" w:rsidR="00E93452" w:rsidRPr="001C16B7" w:rsidRDefault="00E93452" w:rsidP="004D449E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14:paraId="6631D4B8" w14:textId="77777777" w:rsidR="00E93452" w:rsidRPr="001C16B7" w:rsidRDefault="00E93452" w:rsidP="004D449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14:paraId="2C0BB50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2D1407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6630C0" w14:textId="77777777" w:rsidR="00D02487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691847" w14:textId="77777777" w:rsidR="00D02487" w:rsidRPr="009C54AE" w:rsidRDefault="00D0248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D556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6540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E34B6" w14:textId="77777777" w:rsidTr="00E93452">
        <w:tc>
          <w:tcPr>
            <w:tcW w:w="9520" w:type="dxa"/>
          </w:tcPr>
          <w:p w14:paraId="037798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668D26F" w14:textId="77777777" w:rsidTr="00E93452">
        <w:tc>
          <w:tcPr>
            <w:tcW w:w="9520" w:type="dxa"/>
          </w:tcPr>
          <w:p w14:paraId="6DA8F917" w14:textId="77777777"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E5D8F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A29DA" w14:textId="77777777"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348A1B" w14:textId="77777777"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8A2F596" w14:textId="77777777"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</w:p>
    <w:p w14:paraId="4EB47C2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B6C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5090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697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79D51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14:paraId="5DC0FBF4" w14:textId="77777777" w:rsidTr="009934CC">
        <w:tc>
          <w:tcPr>
            <w:tcW w:w="1985" w:type="dxa"/>
            <w:vAlign w:val="center"/>
          </w:tcPr>
          <w:p w14:paraId="2AF12C20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1368DC3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4E925EB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F606511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120119" w14:textId="77777777"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16B7" w:rsidRPr="009C54AE" w14:paraId="753C9978" w14:textId="77777777" w:rsidTr="009934CC">
        <w:tc>
          <w:tcPr>
            <w:tcW w:w="1985" w:type="dxa"/>
          </w:tcPr>
          <w:p w14:paraId="4F8E95F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1BBB6F" w14:textId="77777777"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EF26C96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0A9EFA43" w14:textId="77777777" w:rsidTr="009934CC">
        <w:tc>
          <w:tcPr>
            <w:tcW w:w="1985" w:type="dxa"/>
          </w:tcPr>
          <w:p w14:paraId="30D88EC6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7EEA1745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58BADFF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6849C428" w14:textId="77777777" w:rsidTr="009934CC">
        <w:tc>
          <w:tcPr>
            <w:tcW w:w="1985" w:type="dxa"/>
          </w:tcPr>
          <w:p w14:paraId="0FF3A21A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9E770C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A49B24C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14:paraId="3EC30988" w14:textId="77777777" w:rsidTr="009934CC">
        <w:tc>
          <w:tcPr>
            <w:tcW w:w="1985" w:type="dxa"/>
          </w:tcPr>
          <w:p w14:paraId="70F7155C" w14:textId="77777777"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FB5AAA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D2097F" w14:textId="77777777"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B51695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22A21" w14:textId="77777777"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E572EC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93F9F5" w14:textId="77777777" w:rsidTr="00923D7D">
        <w:tc>
          <w:tcPr>
            <w:tcW w:w="9670" w:type="dxa"/>
          </w:tcPr>
          <w:p w14:paraId="01AB16CA" w14:textId="77777777" w:rsidR="00093922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 xml:space="preserve">ktywny udział </w:t>
            </w:r>
            <w:r w:rsidR="00F93C8A">
              <w:rPr>
                <w:rFonts w:ascii="Corbel" w:hAnsi="Corbel"/>
                <w:sz w:val="24"/>
              </w:rPr>
              <w:t>studenta</w:t>
            </w:r>
            <w:r w:rsidR="00093922" w:rsidRPr="001C16B7">
              <w:rPr>
                <w:rFonts w:ascii="Corbel" w:hAnsi="Corbel"/>
                <w:sz w:val="24"/>
              </w:rPr>
              <w:t xml:space="preserve"> w zajęciach</w:t>
            </w:r>
            <w:r>
              <w:rPr>
                <w:rFonts w:ascii="Corbel" w:hAnsi="Corbel"/>
                <w:sz w:val="24"/>
              </w:rPr>
              <w:t>.</w:t>
            </w:r>
          </w:p>
          <w:p w14:paraId="1B95EC39" w14:textId="77777777"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 w:rsidR="00F22508">
              <w:rPr>
                <w:rFonts w:ascii="Corbel" w:hAnsi="Corbel"/>
                <w:sz w:val="24"/>
              </w:rPr>
              <w:t xml:space="preserve"> (w zakresie wykładów</w:t>
            </w:r>
            <w:r w:rsidR="00496B46">
              <w:rPr>
                <w:rFonts w:ascii="Corbel" w:hAnsi="Corbel"/>
                <w:sz w:val="24"/>
              </w:rPr>
              <w:t xml:space="preserve"> – minimum 51%</w:t>
            </w:r>
            <w:r w:rsidR="00F22508">
              <w:rPr>
                <w:rFonts w:ascii="Corbel" w:hAnsi="Corbel"/>
                <w:sz w:val="24"/>
              </w:rPr>
              <w:t>)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04E92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8E96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CEE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E5E8298" w14:textId="77777777" w:rsidTr="003E1941">
        <w:tc>
          <w:tcPr>
            <w:tcW w:w="4962" w:type="dxa"/>
            <w:vAlign w:val="center"/>
          </w:tcPr>
          <w:p w14:paraId="79CE203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B69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382598" w14:textId="77777777" w:rsidTr="00923D7D">
        <w:tc>
          <w:tcPr>
            <w:tcW w:w="4962" w:type="dxa"/>
          </w:tcPr>
          <w:p w14:paraId="4AC4E6BF" w14:textId="77777777" w:rsidR="0085747A" w:rsidRPr="009C54AE" w:rsidRDefault="00C61DC5" w:rsidP="004E06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ED50BF1" w14:textId="77777777" w:rsidR="0085747A" w:rsidRPr="009C54AE" w:rsidRDefault="00AD485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1C50502" w14:textId="77777777" w:rsidTr="00923D7D">
        <w:tc>
          <w:tcPr>
            <w:tcW w:w="4962" w:type="dxa"/>
          </w:tcPr>
          <w:p w14:paraId="5B071A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944C6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42F52F" w14:textId="77777777" w:rsidR="00C61DC5" w:rsidRPr="009C54AE" w:rsidRDefault="00F21E27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3388D51" w14:textId="77777777" w:rsidTr="00923D7D">
        <w:tc>
          <w:tcPr>
            <w:tcW w:w="4962" w:type="dxa"/>
          </w:tcPr>
          <w:p w14:paraId="6E5DFE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6E67C3A" w14:textId="77777777" w:rsidR="00C61DC5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21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416DBEF" w14:textId="77777777" w:rsidTr="00923D7D">
        <w:tc>
          <w:tcPr>
            <w:tcW w:w="4962" w:type="dxa"/>
          </w:tcPr>
          <w:p w14:paraId="5B924A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4F1CF7" w14:textId="77777777" w:rsidR="0085747A" w:rsidRPr="009C54AE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CE88FD6" w14:textId="77777777" w:rsidTr="00093922">
        <w:trPr>
          <w:trHeight w:val="263"/>
        </w:trPr>
        <w:tc>
          <w:tcPr>
            <w:tcW w:w="4962" w:type="dxa"/>
          </w:tcPr>
          <w:p w14:paraId="2C00667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67F32B" w14:textId="77777777" w:rsidR="0085747A" w:rsidRPr="00093922" w:rsidRDefault="00B601F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0E2EF1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FA2F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FA30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D2A5E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DD85D3" w14:textId="77777777" w:rsidTr="0071620A">
        <w:trPr>
          <w:trHeight w:val="397"/>
        </w:trPr>
        <w:tc>
          <w:tcPr>
            <w:tcW w:w="3544" w:type="dxa"/>
          </w:tcPr>
          <w:p w14:paraId="6D789A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DBB5E2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BEB82EC" w14:textId="77777777" w:rsidTr="0071620A">
        <w:trPr>
          <w:trHeight w:val="397"/>
        </w:trPr>
        <w:tc>
          <w:tcPr>
            <w:tcW w:w="3544" w:type="dxa"/>
          </w:tcPr>
          <w:p w14:paraId="4E63F0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209470" w14:textId="77777777"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14:paraId="750A89D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573C2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DAC4505" w14:textId="77777777" w:rsidR="008746E0" w:rsidRDefault="008746E0" w:rsidP="008746E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746E0" w:rsidRPr="00BC68CA" w14:paraId="00C4779C" w14:textId="77777777" w:rsidTr="00A630A3">
        <w:trPr>
          <w:trHeight w:val="397"/>
        </w:trPr>
        <w:tc>
          <w:tcPr>
            <w:tcW w:w="7513" w:type="dxa"/>
          </w:tcPr>
          <w:p w14:paraId="74E08CE8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14:paraId="658A940B" w14:textId="77777777" w:rsidR="00496B46" w:rsidRDefault="00496B46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105E5C44" w14:textId="77777777" w:rsidR="00496B46" w:rsidRDefault="00496B46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14:paraId="0F065042" w14:textId="77777777" w:rsidR="00D41A0D" w:rsidRPr="00A24CF3" w:rsidRDefault="00D41A0D" w:rsidP="00A630A3">
            <w:pPr>
              <w:pStyle w:val="Punktygwne"/>
              <w:spacing w:before="0" w:after="0"/>
              <w:rPr>
                <w:rFonts w:ascii="Corbel" w:hAnsi="Corbel"/>
                <w:bCs/>
                <w:i/>
                <w:iCs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iCs/>
                <w:smallCaps w:val="0"/>
                <w:szCs w:val="24"/>
              </w:rPr>
              <w:t>Prace zwarte</w:t>
            </w:r>
          </w:p>
          <w:p w14:paraId="0041A642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193E0E1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</w:p>
          <w:p w14:paraId="51270CB4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Mudrecka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>
              <w:rPr>
                <w:rFonts w:ascii="Corbel" w:hAnsi="Corbel"/>
                <w:i/>
                <w:sz w:val="24"/>
                <w:szCs w:val="24"/>
              </w:rPr>
              <w:t>perspektywy rozwoju komunikacji.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14:paraId="621F2C15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>
              <w:rPr>
                <w:rFonts w:ascii="Corbel" w:hAnsi="Corbel"/>
                <w:i/>
                <w:sz w:val="24"/>
                <w:szCs w:val="24"/>
              </w:rPr>
              <w:t>Psychologia penitencjarna.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60EB0189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Bałandynowicz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>
              <w:rPr>
                <w:rFonts w:ascii="Corbel" w:hAnsi="Corbel"/>
                <w:i/>
                <w:sz w:val="24"/>
                <w:szCs w:val="24"/>
              </w:rPr>
              <w:t>yjna sprawiedliwość karząca.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14:paraId="32A6D1CB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E27603">
              <w:rPr>
                <w:rFonts w:ascii="Corbel" w:hAnsi="Corbel"/>
                <w:i/>
                <w:sz w:val="24"/>
                <w:szCs w:val="24"/>
              </w:rPr>
              <w:br/>
            </w:r>
            <w:r w:rsidRPr="001C16B7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w </w:t>
            </w:r>
            <w:r>
              <w:rPr>
                <w:rFonts w:ascii="Corbel" w:hAnsi="Corbel"/>
                <w:i/>
                <w:sz w:val="24"/>
                <w:szCs w:val="24"/>
              </w:rPr>
              <w:t>polskim systemie penitencjarnym.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14:paraId="44CB173C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Kozaczuk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r w:rsidRPr="001C16B7">
              <w:rPr>
                <w:rFonts w:ascii="Corbel" w:hAnsi="Corbel"/>
                <w:sz w:val="24"/>
                <w:szCs w:val="24"/>
              </w:rPr>
              <w:t>UR, Rzeszów 2009.</w:t>
            </w:r>
          </w:p>
          <w:p w14:paraId="3E47455E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tom I </w:t>
            </w:r>
            <w:r>
              <w:rPr>
                <w:rFonts w:ascii="Corbel" w:hAnsi="Corbel"/>
                <w:i/>
                <w:sz w:val="24"/>
                <w:szCs w:val="24"/>
              </w:rPr>
              <w:t>–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 II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4F3D088E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WydawnictwoUW, Warszawa 2016.</w:t>
            </w:r>
          </w:p>
          <w:p w14:paraId="737E0E84" w14:textId="77777777" w:rsidR="008746E0" w:rsidRPr="00A8137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Consedine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45FFE37A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>
              <w:rPr>
                <w:rFonts w:ascii="Corbel" w:hAnsi="Corbel"/>
                <w:i/>
                <w:sz w:val="24"/>
                <w:szCs w:val="24"/>
              </w:rPr>
              <w:t>Więzienie i co dalej.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14:paraId="04C68D2D" w14:textId="77777777" w:rsidR="008746E0" w:rsidRPr="001C16B7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>
              <w:rPr>
                <w:rFonts w:ascii="Corbel" w:hAnsi="Corbel"/>
                <w:i/>
                <w:sz w:val="24"/>
                <w:szCs w:val="24"/>
              </w:rPr>
              <w:t>ytucja karna i resocjalizacyjna.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5022A042" w14:textId="77777777" w:rsidR="008746E0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polskim systemie penitencjarnym. 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  <w:p w14:paraId="5B6AE48F" w14:textId="77777777" w:rsidR="008746E0" w:rsidRPr="00963682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2ECF20F6" w14:textId="77777777" w:rsidR="008746E0" w:rsidRPr="001C1291" w:rsidRDefault="008746E0" w:rsidP="00A630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5B303D21" w14:textId="77777777" w:rsidR="00A24CF3" w:rsidRDefault="00A24CF3" w:rsidP="00A630A3">
            <w:pPr>
              <w:pStyle w:val="Punktygwne"/>
              <w:spacing w:before="0" w:after="0"/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</w:pPr>
            <w:r w:rsidRPr="00A24CF3">
              <w:rPr>
                <w:rFonts w:ascii="Corbel" w:hAnsi="Corbel"/>
                <w:i/>
                <w:iCs/>
                <w:smallCaps w:val="0"/>
                <w:color w:val="000000"/>
                <w:szCs w:val="24"/>
              </w:rPr>
              <w:t>Artykuły</w:t>
            </w:r>
          </w:p>
          <w:p w14:paraId="64A60AEE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50FE3489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3/2017.</w:t>
            </w:r>
          </w:p>
          <w:p w14:paraId="4332511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Pr="00103592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1/2018, t. XXVII.</w:t>
            </w:r>
          </w:p>
          <w:p w14:paraId="7C5D0F8E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Pr="00103592"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192AA9A2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14BA66D3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4E075E41" w14:textId="77777777" w:rsidR="00103592" w:rsidRPr="00103592" w:rsidRDefault="00103592" w:rsidP="001035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 </w:t>
            </w:r>
            <w:r w:rsidRPr="00103592">
              <w:rPr>
                <w:rFonts w:ascii="Corbel" w:hAnsi="Corbel"/>
                <w:sz w:val="24"/>
                <w:szCs w:val="24"/>
              </w:rPr>
              <w:t>[w:] ANNALES UNIVERSITATIS MARIAE CURIE-SKŁODOWSKA. SECTIO J, PAEDAGOGIA-PSYCHOLOGIA, Nr 33(4)/2020.</w:t>
            </w:r>
          </w:p>
          <w:p w14:paraId="0BB7C6E6" w14:textId="77777777" w:rsidR="00A24CF3" w:rsidRDefault="00103592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592"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103592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Pr="00103592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24560C85" w14:textId="77777777" w:rsidR="001C1291" w:rsidRPr="00A24CF3" w:rsidRDefault="001C1291" w:rsidP="001C1291">
            <w:pPr>
              <w:pStyle w:val="Punktygwne"/>
              <w:spacing w:before="0" w:after="0"/>
              <w:rPr>
                <w:rFonts w:ascii="Corbel" w:hAnsi="Corbel"/>
                <w:bCs/>
                <w:i/>
                <w:smallCaps w:val="0"/>
                <w:szCs w:val="24"/>
              </w:rPr>
            </w:pPr>
            <w:r w:rsidRPr="00A24CF3">
              <w:rPr>
                <w:rFonts w:ascii="Corbel" w:hAnsi="Corbel"/>
                <w:bCs/>
                <w:i/>
                <w:smallCaps w:val="0"/>
                <w:szCs w:val="24"/>
              </w:rPr>
              <w:t>Regulacje prawne</w:t>
            </w:r>
          </w:p>
          <w:p w14:paraId="142B0F2E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br/>
              <w:t>(t.j.: Dz. U. z 2021 r. poz. 53, 472, 1236, 2054, z 2022 r. poz. 22).</w:t>
            </w:r>
          </w:p>
          <w:p w14:paraId="52F2086A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 xml:space="preserve">Zarządzenie Dyrektora Generalnego Służby Więziennej z dnia 14 kwietnia </w:t>
            </w: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2A39A6E5" w14:textId="77777777" w:rsidR="001C1291" w:rsidRPr="001C1291" w:rsidRDefault="001C1291" w:rsidP="001C1291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1C1291">
              <w:rPr>
                <w:rFonts w:ascii="Corbel" w:hAnsi="Corbel"/>
                <w:i/>
                <w:iCs/>
                <w:sz w:val="24"/>
                <w:szCs w:val="24"/>
              </w:rPr>
              <w:t>Rozporządzenie MS z dnia 19 września 2017 r. w sprawie Funduszu Pomocy Pokrzywdzonym oraz Pomocy Postpenitencjarnej – Funduszu Sprawiedliwości.</w:t>
            </w:r>
          </w:p>
        </w:tc>
      </w:tr>
      <w:tr w:rsidR="008746E0" w:rsidRPr="003A1DB5" w14:paraId="715C6329" w14:textId="77777777" w:rsidTr="00A630A3">
        <w:trPr>
          <w:trHeight w:val="397"/>
        </w:trPr>
        <w:tc>
          <w:tcPr>
            <w:tcW w:w="7513" w:type="dxa"/>
          </w:tcPr>
          <w:p w14:paraId="0C2D5C0A" w14:textId="77777777" w:rsidR="008746E0" w:rsidRPr="001C16B7" w:rsidRDefault="008746E0" w:rsidP="00A630A3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14:paraId="4330A03C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194ECF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3B7FF068" w14:textId="77777777" w:rsidR="008746E0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Goffman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6369668" w14:textId="77777777" w:rsidR="008746E0" w:rsidRPr="00E25D53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6734D857" w14:textId="77777777" w:rsidR="008746E0" w:rsidRPr="003A1DB5" w:rsidRDefault="008746E0" w:rsidP="00A630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Resocjalizacyjne programy penitencjarne realizowane przez </w:t>
            </w:r>
            <w:r w:rsidR="00E37AF0" w:rsidRPr="00963682">
              <w:rPr>
                <w:rFonts w:ascii="Corbel" w:hAnsi="Corbel"/>
                <w:i/>
                <w:sz w:val="24"/>
                <w:szCs w:val="24"/>
              </w:rPr>
              <w:t xml:space="preserve">Służbę Więzienną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</w:tc>
      </w:tr>
    </w:tbl>
    <w:p w14:paraId="005508C5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593E1E32" w14:textId="77777777" w:rsidR="008746E0" w:rsidRDefault="008746E0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F193996" w14:textId="77777777" w:rsidR="008746E0" w:rsidRDefault="008746E0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5C2F40D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97847" w14:textId="77777777" w:rsidR="009B61CF" w:rsidRDefault="009B61CF" w:rsidP="008746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9B61C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4-09-26T08:30:00Z" w:initials="U">
    <w:p w14:paraId="16ACD8AD" w14:textId="77777777" w:rsidR="00367D7D" w:rsidRDefault="00367D7D">
      <w:pPr>
        <w:pStyle w:val="Tekstkomentarza"/>
      </w:pPr>
      <w:r>
        <w:rPr>
          <w:rStyle w:val="Odwoaniedokomentarza"/>
        </w:rPr>
        <w:annotationRef/>
      </w:r>
      <w:r>
        <w:t xml:space="preserve">Brak   ef     </w:t>
      </w:r>
      <w:bookmarkStart w:id="1" w:name="_GoBack"/>
      <w:bookmarkEnd w:id="1"/>
      <w:r>
        <w:t>K_U03 i   K_ K03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6ACD8AD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2744C4" w14:textId="77777777" w:rsidR="00DA2843" w:rsidRDefault="00DA2843" w:rsidP="00C16ABF">
      <w:pPr>
        <w:spacing w:after="0" w:line="240" w:lineRule="auto"/>
      </w:pPr>
      <w:r>
        <w:separator/>
      </w:r>
    </w:p>
  </w:endnote>
  <w:endnote w:type="continuationSeparator" w:id="0">
    <w:p w14:paraId="544520C3" w14:textId="77777777" w:rsidR="00DA2843" w:rsidRDefault="00DA28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B7918" w14:textId="77777777" w:rsidR="00DA2843" w:rsidRDefault="00DA2843" w:rsidP="00C16ABF">
      <w:pPr>
        <w:spacing w:after="0" w:line="240" w:lineRule="auto"/>
      </w:pPr>
      <w:r>
        <w:separator/>
      </w:r>
    </w:p>
  </w:footnote>
  <w:footnote w:type="continuationSeparator" w:id="0">
    <w:p w14:paraId="54E2B929" w14:textId="77777777" w:rsidR="00DA2843" w:rsidRDefault="00DA2843" w:rsidP="00C16ABF">
      <w:pPr>
        <w:spacing w:after="0" w:line="240" w:lineRule="auto"/>
      </w:pPr>
      <w:r>
        <w:continuationSeparator/>
      </w:r>
    </w:p>
  </w:footnote>
  <w:footnote w:id="1">
    <w:p w14:paraId="0712FA90" w14:textId="77777777" w:rsidR="00492500" w:rsidRDefault="004925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A9F"/>
    <w:multiLevelType w:val="hybridMultilevel"/>
    <w:tmpl w:val="322C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01598"/>
    <w:multiLevelType w:val="hybridMultilevel"/>
    <w:tmpl w:val="1B640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 w15:restartNumberingAfterBreak="0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142FEA"/>
    <w:multiLevelType w:val="multilevel"/>
    <w:tmpl w:val="CEDEC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1FE"/>
    <w:rsid w:val="00022ECE"/>
    <w:rsid w:val="00042A51"/>
    <w:rsid w:val="00042D2E"/>
    <w:rsid w:val="00044C82"/>
    <w:rsid w:val="00047959"/>
    <w:rsid w:val="00070ED6"/>
    <w:rsid w:val="000742DC"/>
    <w:rsid w:val="00080DE9"/>
    <w:rsid w:val="00084C12"/>
    <w:rsid w:val="00093922"/>
    <w:rsid w:val="0009462C"/>
    <w:rsid w:val="00094B12"/>
    <w:rsid w:val="00096C46"/>
    <w:rsid w:val="000A296F"/>
    <w:rsid w:val="000A2A28"/>
    <w:rsid w:val="000A2E7A"/>
    <w:rsid w:val="000B192D"/>
    <w:rsid w:val="000B28EE"/>
    <w:rsid w:val="000B3E37"/>
    <w:rsid w:val="000D04B0"/>
    <w:rsid w:val="000E2D33"/>
    <w:rsid w:val="000F1C57"/>
    <w:rsid w:val="000F5615"/>
    <w:rsid w:val="0010359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ECF"/>
    <w:rsid w:val="001A70D2"/>
    <w:rsid w:val="001C1291"/>
    <w:rsid w:val="001C16B7"/>
    <w:rsid w:val="001C712E"/>
    <w:rsid w:val="001D657B"/>
    <w:rsid w:val="001D7B54"/>
    <w:rsid w:val="001E0209"/>
    <w:rsid w:val="001F200A"/>
    <w:rsid w:val="001F2CA2"/>
    <w:rsid w:val="00202203"/>
    <w:rsid w:val="002144C0"/>
    <w:rsid w:val="002245B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E1E"/>
    <w:rsid w:val="002D3375"/>
    <w:rsid w:val="002D6607"/>
    <w:rsid w:val="002D73D4"/>
    <w:rsid w:val="002F02A3"/>
    <w:rsid w:val="002F4ABE"/>
    <w:rsid w:val="003018BA"/>
    <w:rsid w:val="0030395F"/>
    <w:rsid w:val="00305C92"/>
    <w:rsid w:val="003151C5"/>
    <w:rsid w:val="003343CF"/>
    <w:rsid w:val="003426EE"/>
    <w:rsid w:val="003437F3"/>
    <w:rsid w:val="00346FE9"/>
    <w:rsid w:val="0034759A"/>
    <w:rsid w:val="003503F6"/>
    <w:rsid w:val="003530DD"/>
    <w:rsid w:val="00363F78"/>
    <w:rsid w:val="00367D7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000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24FA"/>
    <w:rsid w:val="00492500"/>
    <w:rsid w:val="004968E2"/>
    <w:rsid w:val="00496B46"/>
    <w:rsid w:val="004A3EEA"/>
    <w:rsid w:val="004A4D1F"/>
    <w:rsid w:val="004C3C06"/>
    <w:rsid w:val="004D449E"/>
    <w:rsid w:val="004D5282"/>
    <w:rsid w:val="004E06F1"/>
    <w:rsid w:val="004E3CCA"/>
    <w:rsid w:val="004F1551"/>
    <w:rsid w:val="004F55A3"/>
    <w:rsid w:val="0050496F"/>
    <w:rsid w:val="00513B6F"/>
    <w:rsid w:val="00517C63"/>
    <w:rsid w:val="00526C94"/>
    <w:rsid w:val="00533E42"/>
    <w:rsid w:val="00534B1F"/>
    <w:rsid w:val="005363C4"/>
    <w:rsid w:val="00536BDE"/>
    <w:rsid w:val="00543ACC"/>
    <w:rsid w:val="0056696D"/>
    <w:rsid w:val="00573EF9"/>
    <w:rsid w:val="005925C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4F4"/>
    <w:rsid w:val="00706544"/>
    <w:rsid w:val="007072BA"/>
    <w:rsid w:val="0071620A"/>
    <w:rsid w:val="00724677"/>
    <w:rsid w:val="00725459"/>
    <w:rsid w:val="007327BD"/>
    <w:rsid w:val="00734608"/>
    <w:rsid w:val="00745302"/>
    <w:rsid w:val="00745788"/>
    <w:rsid w:val="007461D6"/>
    <w:rsid w:val="00746EC8"/>
    <w:rsid w:val="00763BF1"/>
    <w:rsid w:val="00766FD4"/>
    <w:rsid w:val="0078168C"/>
    <w:rsid w:val="00787C2A"/>
    <w:rsid w:val="00790E27"/>
    <w:rsid w:val="00795132"/>
    <w:rsid w:val="00795370"/>
    <w:rsid w:val="007A4022"/>
    <w:rsid w:val="007A6E6E"/>
    <w:rsid w:val="007C3299"/>
    <w:rsid w:val="007C3BCC"/>
    <w:rsid w:val="007C4546"/>
    <w:rsid w:val="007C4703"/>
    <w:rsid w:val="007D6E56"/>
    <w:rsid w:val="007E2137"/>
    <w:rsid w:val="007F1652"/>
    <w:rsid w:val="007F4155"/>
    <w:rsid w:val="0080590C"/>
    <w:rsid w:val="0081554D"/>
    <w:rsid w:val="0081707E"/>
    <w:rsid w:val="008449B3"/>
    <w:rsid w:val="0085044A"/>
    <w:rsid w:val="0085747A"/>
    <w:rsid w:val="008746E0"/>
    <w:rsid w:val="00881A09"/>
    <w:rsid w:val="008842C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885"/>
    <w:rsid w:val="009508DF"/>
    <w:rsid w:val="00950DAC"/>
    <w:rsid w:val="00954A07"/>
    <w:rsid w:val="0099314A"/>
    <w:rsid w:val="00997F14"/>
    <w:rsid w:val="009A78D9"/>
    <w:rsid w:val="009B61CF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CF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7DE1"/>
    <w:rsid w:val="00AB053C"/>
    <w:rsid w:val="00AD1146"/>
    <w:rsid w:val="00AD27D3"/>
    <w:rsid w:val="00AD4857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37A6C"/>
    <w:rsid w:val="00B40ADB"/>
    <w:rsid w:val="00B43B77"/>
    <w:rsid w:val="00B43E80"/>
    <w:rsid w:val="00B601FD"/>
    <w:rsid w:val="00B607DB"/>
    <w:rsid w:val="00B66529"/>
    <w:rsid w:val="00B740F0"/>
    <w:rsid w:val="00B75946"/>
    <w:rsid w:val="00B8056E"/>
    <w:rsid w:val="00B819C8"/>
    <w:rsid w:val="00B82308"/>
    <w:rsid w:val="00B90885"/>
    <w:rsid w:val="00BB520A"/>
    <w:rsid w:val="00BB6FEF"/>
    <w:rsid w:val="00BD3869"/>
    <w:rsid w:val="00BD66E9"/>
    <w:rsid w:val="00BD6FF4"/>
    <w:rsid w:val="00BE01BD"/>
    <w:rsid w:val="00BE06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5C"/>
    <w:rsid w:val="00C56036"/>
    <w:rsid w:val="00C61DC5"/>
    <w:rsid w:val="00C67E92"/>
    <w:rsid w:val="00C70A26"/>
    <w:rsid w:val="00C74AC8"/>
    <w:rsid w:val="00C766DF"/>
    <w:rsid w:val="00C77B68"/>
    <w:rsid w:val="00C85EF4"/>
    <w:rsid w:val="00C94B98"/>
    <w:rsid w:val="00CA2B96"/>
    <w:rsid w:val="00CA5089"/>
    <w:rsid w:val="00CB42CB"/>
    <w:rsid w:val="00CD6897"/>
    <w:rsid w:val="00CE5BAC"/>
    <w:rsid w:val="00CF25BE"/>
    <w:rsid w:val="00CF78ED"/>
    <w:rsid w:val="00D02487"/>
    <w:rsid w:val="00D02B25"/>
    <w:rsid w:val="00D02EBA"/>
    <w:rsid w:val="00D17C3C"/>
    <w:rsid w:val="00D26661"/>
    <w:rsid w:val="00D26B2C"/>
    <w:rsid w:val="00D352C9"/>
    <w:rsid w:val="00D41A0D"/>
    <w:rsid w:val="00D425B2"/>
    <w:rsid w:val="00D428D6"/>
    <w:rsid w:val="00D552B2"/>
    <w:rsid w:val="00D608D1"/>
    <w:rsid w:val="00D74119"/>
    <w:rsid w:val="00D8075B"/>
    <w:rsid w:val="00D8440A"/>
    <w:rsid w:val="00D8678B"/>
    <w:rsid w:val="00D93B5C"/>
    <w:rsid w:val="00DA2114"/>
    <w:rsid w:val="00DA2843"/>
    <w:rsid w:val="00DE09C0"/>
    <w:rsid w:val="00DE4A14"/>
    <w:rsid w:val="00DF320D"/>
    <w:rsid w:val="00DF71C8"/>
    <w:rsid w:val="00E01FFF"/>
    <w:rsid w:val="00E03307"/>
    <w:rsid w:val="00E129B8"/>
    <w:rsid w:val="00E21E7D"/>
    <w:rsid w:val="00E22FBC"/>
    <w:rsid w:val="00E24BF5"/>
    <w:rsid w:val="00E25338"/>
    <w:rsid w:val="00E27603"/>
    <w:rsid w:val="00E33AA1"/>
    <w:rsid w:val="00E37AF0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3D1E"/>
    <w:rsid w:val="00EC4899"/>
    <w:rsid w:val="00ED03AB"/>
    <w:rsid w:val="00ED32D2"/>
    <w:rsid w:val="00EE32DE"/>
    <w:rsid w:val="00EE5457"/>
    <w:rsid w:val="00F070AB"/>
    <w:rsid w:val="00F12298"/>
    <w:rsid w:val="00F17567"/>
    <w:rsid w:val="00F21E27"/>
    <w:rsid w:val="00F22508"/>
    <w:rsid w:val="00F23D74"/>
    <w:rsid w:val="00F27A7B"/>
    <w:rsid w:val="00F43EDA"/>
    <w:rsid w:val="00F44745"/>
    <w:rsid w:val="00F526AF"/>
    <w:rsid w:val="00F617C3"/>
    <w:rsid w:val="00F7066B"/>
    <w:rsid w:val="00F83B28"/>
    <w:rsid w:val="00F93C8A"/>
    <w:rsid w:val="00FA46E5"/>
    <w:rsid w:val="00FA4AAA"/>
    <w:rsid w:val="00FB7DBA"/>
    <w:rsid w:val="00FC1C25"/>
    <w:rsid w:val="00FC3F45"/>
    <w:rsid w:val="00FD503F"/>
    <w:rsid w:val="00FD6262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2E8C1"/>
  <w15:docId w15:val="{26DB50F4-CFF1-4C82-B986-EF2889D46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B61C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6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6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6FE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6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6FE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4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F0014-E71D-4AC9-8751-AC5BE959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142</TotalTime>
  <Pages>1</Pages>
  <Words>1591</Words>
  <Characters>9548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2019-12-13T10:16:00Z</cp:lastPrinted>
  <dcterms:created xsi:type="dcterms:W3CDTF">2019-11-03T16:57:00Z</dcterms:created>
  <dcterms:modified xsi:type="dcterms:W3CDTF">2024-09-26T06:31:00Z</dcterms:modified>
</cp:coreProperties>
</file>